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DF1E88" w:rsidP="00BF12B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pumptrack uherský brod</w:t>
            </w:r>
            <w:bookmarkStart w:id="0" w:name="_GoBack"/>
            <w:bookmarkEnd w:id="0"/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DF1E8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8B6815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8B6815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B3394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1EEA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5D2E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2805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B6815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2461B"/>
    <w:rsid w:val="00926441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20D04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12BB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8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1E88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92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AB337CF</Template>
  <TotalTime>49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43</cp:revision>
  <cp:lastPrinted>2025-11-10T13:37:00Z</cp:lastPrinted>
  <dcterms:created xsi:type="dcterms:W3CDTF">2019-09-19T08:40:00Z</dcterms:created>
  <dcterms:modified xsi:type="dcterms:W3CDTF">2025-11-10T13:37:00Z</dcterms:modified>
</cp:coreProperties>
</file>